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75018FFB" w14:textId="77777777" w:rsidR="00872F1F" w:rsidRPr="00535E9B" w:rsidRDefault="00872F1F" w:rsidP="00B16417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1204574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56742DA9" w:rsidR="00CC7E12" w:rsidRPr="00CC7E12" w:rsidRDefault="0008269D" w:rsidP="00B16417">
      <w:pPr>
        <w:spacing w:after="120"/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6F40AD" w:rsidRPr="006F40AD">
        <w:rPr>
          <w:rFonts w:cstheme="minorHAnsi"/>
          <w:b/>
          <w:bCs/>
          <w:iCs/>
        </w:rPr>
        <w:t xml:space="preserve">Wykonanie dokumentacji projektowej i robót budowlanych w branży elektroenergetycznej na terenie działania OŁD w RE </w:t>
      </w:r>
      <w:r w:rsidR="00E000C5">
        <w:rPr>
          <w:rFonts w:cstheme="minorHAnsi"/>
          <w:b/>
          <w:bCs/>
          <w:iCs/>
        </w:rPr>
        <w:t>Bełchatów</w:t>
      </w:r>
      <w:r w:rsidR="006F40AD" w:rsidRPr="006F40AD">
        <w:rPr>
          <w:rFonts w:cstheme="minorHAnsi"/>
          <w:b/>
          <w:bCs/>
          <w:iCs/>
        </w:rPr>
        <w:t xml:space="preserve"> </w:t>
      </w:r>
      <w:r w:rsidR="001A014C">
        <w:rPr>
          <w:rFonts w:cstheme="minorHAnsi"/>
          <w:b/>
          <w:bCs/>
          <w:iCs/>
        </w:rPr>
        <w:t xml:space="preserve">i RE Sieradz </w:t>
      </w:r>
      <w:r w:rsidR="006F40AD" w:rsidRPr="006F40AD">
        <w:rPr>
          <w:rFonts w:cstheme="minorHAnsi"/>
          <w:b/>
          <w:bCs/>
          <w:iCs/>
        </w:rPr>
        <w:t xml:space="preserve">w podziale na </w:t>
      </w:r>
      <w:r w:rsidR="00E000C5">
        <w:rPr>
          <w:rFonts w:cstheme="minorHAnsi"/>
          <w:b/>
          <w:bCs/>
          <w:iCs/>
        </w:rPr>
        <w:t>3</w:t>
      </w:r>
      <w:r w:rsidR="006F40AD" w:rsidRPr="006F40AD">
        <w:rPr>
          <w:rFonts w:cstheme="minorHAnsi"/>
          <w:b/>
          <w:bCs/>
          <w:iCs/>
        </w:rPr>
        <w:t xml:space="preserve"> części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</w:t>
      </w:r>
      <w:r w:rsidR="001A014C">
        <w:rPr>
          <w:rFonts w:cstheme="minorHAnsi"/>
          <w:b/>
        </w:rPr>
        <w:t>00088</w:t>
      </w:r>
      <w:r w:rsidRPr="0008269D">
        <w:rPr>
          <w:rFonts w:cstheme="minorHAnsi"/>
          <w:b/>
        </w:rPr>
        <w:t>/202</w:t>
      </w:r>
      <w:r w:rsidR="001A014C">
        <w:rPr>
          <w:rFonts w:cstheme="minorHAnsi"/>
          <w:b/>
        </w:rPr>
        <w:t>6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F12B9B">
        <w:rPr>
          <w:rFonts w:cstheme="minorHAnsi"/>
        </w:rPr>
        <w:t xml:space="preserve"> </w:t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B16417">
      <w:pPr>
        <w:spacing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63CF387D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1FB7096D" w:rsidR="00CC7E12" w:rsidRPr="00B16417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4BF1514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6A9C5B18" w:rsidR="00CC7E12" w:rsidRDefault="00CC7E12" w:rsidP="00B16417">
      <w:pPr>
        <w:spacing w:after="160"/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4F7E87C" w14:textId="77777777" w:rsidR="006F40AD" w:rsidRDefault="006F40AD" w:rsidP="00B16417">
      <w:pPr>
        <w:spacing w:after="160"/>
        <w:jc w:val="both"/>
        <w:rPr>
          <w:rFonts w:cstheme="minorHAnsi"/>
          <w:i/>
        </w:rPr>
      </w:pPr>
    </w:p>
    <w:p w14:paraId="2F3DB4CD" w14:textId="77777777" w:rsidR="006F40AD" w:rsidRDefault="006F40AD" w:rsidP="00B16417">
      <w:pPr>
        <w:spacing w:after="160"/>
        <w:jc w:val="both"/>
        <w:rPr>
          <w:rFonts w:cstheme="minorHAnsi"/>
          <w:i/>
        </w:rPr>
      </w:pPr>
    </w:p>
    <w:p w14:paraId="613480A6" w14:textId="77777777" w:rsidR="006F40AD" w:rsidRPr="00B16417" w:rsidRDefault="006F40AD" w:rsidP="00B16417">
      <w:pPr>
        <w:spacing w:after="160"/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16417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C2C2F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407350AA" w14:textId="77777777" w:rsidR="00B20053" w:rsidRPr="00872F1F" w:rsidRDefault="00B20053" w:rsidP="00872F1F">
      <w:pPr>
        <w:jc w:val="both"/>
        <w:rPr>
          <w:rFonts w:cs="Arial"/>
          <w:color w:val="222222"/>
          <w:sz w:val="12"/>
          <w:szCs w:val="12"/>
        </w:rPr>
      </w:pP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3F38DEA" w:rsidR="00347E8D" w:rsidRPr="006E100D" w:rsidRDefault="00347E8D" w:rsidP="00B16417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2C858874" w:rsidR="002F64D9" w:rsidRPr="00B16417" w:rsidRDefault="002F64D9" w:rsidP="00B16417">
          <w:pPr>
            <w:suppressAutoHyphens/>
            <w:spacing w:before="12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</w:t>
          </w:r>
          <w:r w:rsidR="001A014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00088</w:t>
          </w: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</w:t>
          </w:r>
          <w:r w:rsidR="001A014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B00C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014C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16370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32B0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5E97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02F9"/>
    <w:rsid w:val="006F3B57"/>
    <w:rsid w:val="006F40AD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6CBC"/>
    <w:rsid w:val="00935B17"/>
    <w:rsid w:val="00936AC2"/>
    <w:rsid w:val="00944154"/>
    <w:rsid w:val="00944BEA"/>
    <w:rsid w:val="009454C4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73C"/>
    <w:rsid w:val="009E2CB5"/>
    <w:rsid w:val="009E5B5E"/>
    <w:rsid w:val="00A02C84"/>
    <w:rsid w:val="00A148D6"/>
    <w:rsid w:val="00A35D01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417"/>
    <w:rsid w:val="00B17A2B"/>
    <w:rsid w:val="00B20053"/>
    <w:rsid w:val="00B214AE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0018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54E6E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0C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2B9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699C"/>
    <w:rsid w:val="00F835B4"/>
    <w:rsid w:val="00F90B96"/>
    <w:rsid w:val="00FA0F6A"/>
    <w:rsid w:val="00FB0646"/>
    <w:rsid w:val="00FB61C7"/>
    <w:rsid w:val="00FC737B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POST/DYS/OLD/GZ/00088/2026                        </dmsv2SWPP2ObjectNumber>
    <dmsv2SWPP2SumMD5 xmlns="http://schemas.microsoft.com/sharepoint/v3">83fe72361c23138a8a1aae90bff1cdc2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24126547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JEUP5JKVCYQC-1092029480-1163</_dlc_DocId>
    <_dlc_DocIdUrl xmlns="a19cb1c7-c5c7-46d4-85ae-d83685407bba">
      <Url>https://swpp2.dms.gkpge.pl/sites/41/_layouts/15/DocIdRedir.aspx?ID=JEUP5JKVCYQC-1092029480-1163</Url>
      <Description>JEUP5JKVCYQC-1092029480-1163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CFF59B-EA1F-4601-B52A-081187A82569}"/>
</file>

<file path=customXml/itemProps5.xml><?xml version="1.0" encoding="utf-8"?>
<ds:datastoreItem xmlns:ds="http://schemas.openxmlformats.org/officeDocument/2006/customXml" ds:itemID="{3D18519E-0AF4-4A61-B4CE-11A04EFF698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2</Pages>
  <Words>796</Words>
  <Characters>4778</Characters>
  <Application>Microsoft Office Word</Application>
  <DocSecurity>0</DocSecurity>
  <Lines>39</Lines>
  <Paragraphs>11</Paragraphs>
  <ScaleCrop>false</ScaleCrop>
  <Company>PGE Systemy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13</cp:revision>
  <cp:lastPrinted>2024-07-15T11:21:00Z</cp:lastPrinted>
  <dcterms:created xsi:type="dcterms:W3CDTF">2025-11-24T10:47:00Z</dcterms:created>
  <dcterms:modified xsi:type="dcterms:W3CDTF">2026-01-15T08:57:00Z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ebc5ca8e-e027-4c2c-acdf-01546e81aa07</vt:lpwstr>
  </property>
</Properties>
</file>